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3D43A839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87A8B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7C24A46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bookmarkStart w:id="0" w:name="_Hlk209007224"/>
      <w:r w:rsidRPr="00F87A8B">
        <w:rPr>
          <w:rStyle w:val="Siln"/>
          <w:highlight w:val="green"/>
        </w:rPr>
        <w:t xml:space="preserve">[DOPLNÍ </w:t>
      </w:r>
      <w:r w:rsidR="00F87A8B" w:rsidRPr="00F87A8B">
        <w:rPr>
          <w:rStyle w:val="Siln"/>
          <w:highlight w:val="green"/>
        </w:rPr>
        <w:t>POSKYTOVATEL</w:t>
      </w:r>
      <w:r w:rsidRPr="00F87A8B">
        <w:rPr>
          <w:rStyle w:val="Siln"/>
          <w:highlight w:val="green"/>
        </w:rPr>
        <w:t>]</w:t>
      </w:r>
      <w:bookmarkEnd w:id="0"/>
    </w:p>
    <w:p w14:paraId="3C68B1A9" w14:textId="48581039" w:rsidR="009348E2" w:rsidRPr="00A07A54" w:rsidRDefault="009348E2" w:rsidP="00426C2A">
      <w:pPr>
        <w:pStyle w:val="aodst"/>
      </w:pPr>
      <w:r w:rsidRPr="00A07A54">
        <w:t>Příjmení:</w:t>
      </w:r>
      <w:r w:rsidR="00F87A8B" w:rsidRPr="00F87A8B">
        <w:rPr>
          <w:rStyle w:val="Siln"/>
          <w:highlight w:val="green"/>
        </w:rPr>
        <w:t>[DOPLNÍ POSKYTOVATEL]</w:t>
      </w:r>
    </w:p>
    <w:p w14:paraId="7C4B2CD9" w14:textId="7AAD771F" w:rsidR="009348E2" w:rsidRDefault="009348E2" w:rsidP="00426C2A">
      <w:pPr>
        <w:pStyle w:val="aodst"/>
      </w:pPr>
      <w:r>
        <w:t xml:space="preserve">Příjmení za svobodna: </w:t>
      </w:r>
      <w:r w:rsidR="00F87A8B" w:rsidRPr="00F87A8B">
        <w:rPr>
          <w:rStyle w:val="Siln"/>
          <w:highlight w:val="green"/>
        </w:rPr>
        <w:t>[DOPLNÍ POSKYTOVATEL]</w:t>
      </w:r>
    </w:p>
    <w:p w14:paraId="6BDDF1D1" w14:textId="376CD115" w:rsidR="009348E2" w:rsidRPr="00A07A54" w:rsidRDefault="009348E2" w:rsidP="00426C2A">
      <w:pPr>
        <w:pStyle w:val="aodst"/>
      </w:pPr>
      <w:r w:rsidRPr="00A07A54">
        <w:t xml:space="preserve">Jméno: </w:t>
      </w:r>
      <w:r w:rsidR="00F87A8B" w:rsidRPr="00F87A8B">
        <w:rPr>
          <w:rStyle w:val="Siln"/>
          <w:highlight w:val="green"/>
        </w:rPr>
        <w:t>[DOPLNÍ POSKYTOVATEL]</w:t>
      </w:r>
    </w:p>
    <w:p w14:paraId="69786774" w14:textId="3DF24F98" w:rsidR="009348E2" w:rsidRPr="00A07A54" w:rsidRDefault="009348E2" w:rsidP="00426C2A">
      <w:pPr>
        <w:pStyle w:val="aodst"/>
      </w:pPr>
      <w:r w:rsidRPr="00A07A54">
        <w:t xml:space="preserve">Datum narození: </w:t>
      </w:r>
      <w:r w:rsidR="00F87A8B" w:rsidRPr="00F87A8B">
        <w:rPr>
          <w:rStyle w:val="Siln"/>
          <w:highlight w:val="green"/>
        </w:rPr>
        <w:t>[DOPLNÍ POSKYTOVATEL]</w:t>
      </w:r>
    </w:p>
    <w:p w14:paraId="600575B9" w14:textId="25EA1706" w:rsidR="009348E2" w:rsidRDefault="009348E2" w:rsidP="00426C2A">
      <w:pPr>
        <w:pStyle w:val="aodst"/>
      </w:pPr>
      <w:r>
        <w:t xml:space="preserve">Dosažené vzdělání (od-do): </w:t>
      </w:r>
      <w:r w:rsidR="00F87A8B" w:rsidRPr="00F87A8B">
        <w:rPr>
          <w:rStyle w:val="Siln"/>
          <w:highlight w:val="green"/>
        </w:rPr>
        <w:t>[DOPLNÍ POSKYTOVATEL]</w:t>
      </w:r>
    </w:p>
    <w:p w14:paraId="039FA204" w14:textId="36205C5C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="00F87A8B" w:rsidRPr="00F87A8B">
        <w:rPr>
          <w:rStyle w:val="Siln"/>
          <w:highlight w:val="green"/>
        </w:rPr>
        <w:t>[DOPLNÍ POSKYTOVATEL]</w:t>
      </w:r>
    </w:p>
    <w:p w14:paraId="4CFF6782" w14:textId="29AA0727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="00F87A8B" w:rsidRPr="00F87A8B">
        <w:rPr>
          <w:rStyle w:val="Siln"/>
          <w:highlight w:val="green"/>
        </w:rPr>
        <w:t>[DOPLNÍ POSKYTOVATEL]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149EEA4C" w:rsidR="009348E2" w:rsidRPr="00A07A54" w:rsidRDefault="009348E2" w:rsidP="00426C2A">
      <w:pPr>
        <w:pStyle w:val="aodst"/>
      </w:pPr>
      <w:r w:rsidRPr="00A07A54">
        <w:t xml:space="preserve">Hlavní kvalifikace: </w:t>
      </w:r>
      <w:r w:rsidR="00F87A8B" w:rsidRPr="00F87A8B">
        <w:rPr>
          <w:rStyle w:val="Siln"/>
          <w:highlight w:val="green"/>
        </w:rPr>
        <w:t>[DOPLNÍ POSKYTOVATEL]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4EE6ADDC" w:rsidR="009348E2" w:rsidRPr="00426C2A" w:rsidRDefault="00F87A8B" w:rsidP="00426C2A">
            <w:pPr>
              <w:rPr>
                <w:rStyle w:val="Siln"/>
                <w:highlight w:val="yellow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1D58193F" w:rsidR="009348E2" w:rsidRPr="00426C2A" w:rsidRDefault="00F87A8B" w:rsidP="00426C2A">
            <w:pPr>
              <w:rPr>
                <w:rStyle w:val="Siln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04AE9F" w:rsidR="009348E2" w:rsidRPr="00426C2A" w:rsidRDefault="00F87A8B" w:rsidP="00426C2A">
            <w:pPr>
              <w:rPr>
                <w:rStyle w:val="Siln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26692D1A" w:rsidR="009348E2" w:rsidRPr="00426C2A" w:rsidRDefault="00F87A8B" w:rsidP="00426C2A">
            <w:pPr>
              <w:rPr>
                <w:rStyle w:val="Siln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EBCE045" w:rsidR="009348E2" w:rsidRPr="00426C2A" w:rsidRDefault="00F87A8B" w:rsidP="00426C2A">
            <w:pPr>
              <w:rPr>
                <w:rStyle w:val="Siln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DE55B46" w:rsidR="009348E2" w:rsidRPr="00426C2A" w:rsidRDefault="00F87A8B" w:rsidP="00426C2A">
            <w:pPr>
              <w:rPr>
                <w:rStyle w:val="Siln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</w:tbl>
    <w:p w14:paraId="44714602" w14:textId="4680FC5B" w:rsidR="009348E2" w:rsidRPr="00A07A54" w:rsidRDefault="009348E2" w:rsidP="00426C2A">
      <w:pPr>
        <w:pStyle w:val="aodst"/>
      </w:pPr>
      <w:r w:rsidRPr="00A07A54">
        <w:t xml:space="preserve">Osoba </w:t>
      </w:r>
      <w:r w:rsidRPr="00F87A8B">
        <w:rPr>
          <w:highlight w:val="green"/>
        </w:rPr>
        <w:t>je / není</w:t>
      </w:r>
      <w:r w:rsidRPr="00A07A54">
        <w:t xml:space="preserve"> </w:t>
      </w:r>
      <w:r w:rsidR="00F87A8B" w:rsidRPr="00F87A8B">
        <w:rPr>
          <w:rStyle w:val="Siln"/>
          <w:highlight w:val="green"/>
        </w:rPr>
        <w:t>[DOPLNÍ POSKYTOVATEL]</w:t>
      </w:r>
      <w:r w:rsidR="00F87A8B">
        <w:rPr>
          <w:rStyle w:val="Siln"/>
        </w:rPr>
        <w:t xml:space="preserve"> </w:t>
      </w:r>
      <w:r w:rsidRPr="00A07A54">
        <w:t>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633C3F6" w:rsidR="009348E2" w:rsidRPr="00426C2A" w:rsidRDefault="00F87A8B" w:rsidP="00426C2A">
            <w:pPr>
              <w:rPr>
                <w:rStyle w:val="Siln"/>
                <w:highlight w:val="yellow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61FD2100" w:rsidR="009348E2" w:rsidRPr="00426C2A" w:rsidRDefault="00F87A8B" w:rsidP="00426C2A">
            <w:pPr>
              <w:rPr>
                <w:rStyle w:val="Siln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47D36026" w:rsidR="009348E2" w:rsidRPr="00426C2A" w:rsidRDefault="00F87A8B" w:rsidP="00426C2A">
            <w:pPr>
              <w:rPr>
                <w:rStyle w:val="Siln"/>
                <w:highlight w:val="yellow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4257E1C3" w:rsidR="009348E2" w:rsidRPr="00426C2A" w:rsidRDefault="00F87A8B" w:rsidP="00426C2A">
            <w:pPr>
              <w:rPr>
                <w:rStyle w:val="Siln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10772988" w:rsidR="009348E2" w:rsidRPr="00426C2A" w:rsidRDefault="00F87A8B" w:rsidP="00426C2A">
            <w:pPr>
              <w:rPr>
                <w:rStyle w:val="Siln"/>
              </w:rPr>
            </w:pPr>
            <w:r w:rsidRPr="00F87A8B">
              <w:rPr>
                <w:rStyle w:val="Siln"/>
                <w:highlight w:val="green"/>
              </w:rPr>
              <w:t>[DOPLNÍ POSKYTOVATEL]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30E9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73FC0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B1D3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59A0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63FB5" w14:textId="0818FE22" w:rsidR="00F87A8B" w:rsidRDefault="00F87A8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1DA0FE1" wp14:editId="6136A06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756144249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590F78" w14:textId="78B3492E" w:rsidR="00F87A8B" w:rsidRPr="00F87A8B" w:rsidRDefault="00F87A8B" w:rsidP="00F87A8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87A8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A0FE1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9590F78" w14:textId="78B3492E" w:rsidR="00F87A8B" w:rsidRPr="00F87A8B" w:rsidRDefault="00F87A8B" w:rsidP="00F87A8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87A8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3C62B9F4" w:rsidR="00F1715C" w:rsidRPr="00B8518B" w:rsidRDefault="00F87A8B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328495BD" wp14:editId="76C58564">
                    <wp:simplePos x="447675" y="4191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494975933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8FCB6A4" w14:textId="11F7A126" w:rsidR="00F87A8B" w:rsidRPr="00F87A8B" w:rsidRDefault="00F87A8B" w:rsidP="00F87A8B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87A8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2849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78FCB6A4" w14:textId="11F7A126" w:rsidR="00F87A8B" w:rsidRPr="00F87A8B" w:rsidRDefault="00F87A8B" w:rsidP="00F87A8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87A8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6912C316" w:rsidR="00F1715C" w:rsidRPr="00B8518B" w:rsidRDefault="00F87A8B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0FD31E2D" wp14:editId="2C85BC4E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215128370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608FDFF" w14:textId="7204CACB" w:rsidR="00F87A8B" w:rsidRPr="00F87A8B" w:rsidRDefault="00F87A8B" w:rsidP="00F87A8B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87A8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FD31E2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      <v:fill o:detectmouseclick="t"/>
                    <v:textbox style="mso-fit-shape-to-text:t" inset="0,15pt,0,0">
                      <w:txbxContent>
                        <w:p w14:paraId="1608FDFF" w14:textId="7204CACB" w:rsidR="00F87A8B" w:rsidRPr="00F87A8B" w:rsidRDefault="00F87A8B" w:rsidP="00F87A8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87A8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467E0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87A8B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3C78A0-1EFE-46AC-9136-9100F13ED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329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13</cp:revision>
  <cp:lastPrinted>2020-07-15T06:29:00Z</cp:lastPrinted>
  <dcterms:created xsi:type="dcterms:W3CDTF">2020-11-18T18:18:00Z</dcterms:created>
  <dcterms:modified xsi:type="dcterms:W3CDTF">2025-09-17T11:20:00Z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  <property fmtid="{D5CDD505-2E9C-101B-9397-08002B2CF9AE}" pid="4" name="ClassificationContentMarkingHeaderShapeIds">
    <vt:lpwstr>cd29932,68aca279,1d80bbbd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